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636" w:rsidRDefault="00C31AC9">
      <w:bookmarkStart w:id="0" w:name="_GoBack"/>
      <w:bookmarkEnd w:id="0"/>
      <w:r>
        <w:rPr>
          <w:noProof/>
        </w:rPr>
        <w:pict>
          <v:group id="_x0000_s1026" style="position:absolute;margin-left:9.75pt;margin-top:-14.7pt;width:507.6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4A1C66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r w:rsidR="00C31AC9">
                        <w:fldChar w:fldCharType="begin"/>
                      </w:r>
                      <w:r w:rsidR="00C31AC9">
                        <w:instrText xml:space="preserve"> FILENAME   \* MERGEFORMAT </w:instrText>
                      </w:r>
                      <w:r w:rsidR="00C31AC9">
                        <w:fldChar w:fldCharType="separate"/>
                      </w:r>
                      <w:r w:rsidR="00A7541D" w:rsidRPr="00A7541D"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t>HW16</w:t>
                      </w:r>
                      <w:r w:rsidR="00A7541D">
                        <w:rPr>
                          <w:noProof/>
                        </w:rPr>
                        <w:t>_LineSegments</w:t>
                      </w:r>
                      <w:r w:rsidR="00C31AC9">
                        <w:rPr>
                          <w:noProof/>
                        </w:rPr>
                        <w:fldChar w:fldCharType="end"/>
                      </w:r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>,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A72915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Wed, 17 Sep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433636" w:rsidRDefault="00433636"/>
    <w:p w:rsidR="004A1C66" w:rsidRDefault="004A1C66"/>
    <w:p w:rsidR="004A1C66" w:rsidRDefault="004A1C66"/>
    <w:p w:rsidR="00906228" w:rsidRDefault="004A1C66" w:rsidP="00906228">
      <w:pPr>
        <w:rPr>
          <w:rFonts w:ascii="Calibri" w:hAnsi="Calibri"/>
          <w:b/>
        </w:rPr>
      </w:pPr>
      <w:r>
        <w:t xml:space="preserve"> </w:t>
      </w:r>
      <w:r w:rsidR="00906228" w:rsidRPr="007E4DA0">
        <w:rPr>
          <w:rFonts w:ascii="Calibri" w:hAnsi="Calibri"/>
          <w:b/>
        </w:rPr>
        <w:t>Failure to</w:t>
      </w:r>
      <w:r w:rsidR="00906228">
        <w:rPr>
          <w:rFonts w:ascii="Calibri" w:hAnsi="Calibri"/>
          <w:b/>
        </w:rPr>
        <w:t xml:space="preserve"> </w:t>
      </w:r>
      <w:r w:rsidR="00906228" w:rsidRPr="00A72915">
        <w:rPr>
          <w:rFonts w:ascii="Calibri" w:hAnsi="Calibri"/>
          <w:b/>
          <w:u w:val="single"/>
        </w:rPr>
        <w:t>show work</w:t>
      </w:r>
      <w:r w:rsidR="00906228">
        <w:rPr>
          <w:rFonts w:ascii="Calibri" w:hAnsi="Calibri"/>
          <w:b/>
        </w:rPr>
        <w:t xml:space="preserve"> and write in</w:t>
      </w:r>
      <w:r w:rsidR="00906228" w:rsidRPr="007E4DA0">
        <w:rPr>
          <w:rFonts w:ascii="Calibri" w:hAnsi="Calibri"/>
          <w:b/>
        </w:rPr>
        <w:t xml:space="preserve"> </w:t>
      </w:r>
      <w:r w:rsidR="00906228" w:rsidRPr="00A72915">
        <w:rPr>
          <w:rFonts w:ascii="Calibri" w:hAnsi="Calibri"/>
          <w:b/>
          <w:u w:val="single"/>
        </w:rPr>
        <w:t>complete sentences</w:t>
      </w:r>
      <w:r w:rsidR="00906228" w:rsidRPr="007E4DA0">
        <w:rPr>
          <w:rFonts w:ascii="Calibri" w:hAnsi="Calibri"/>
          <w:b/>
        </w:rPr>
        <w:t xml:space="preserve"> will result in a LaSalle. </w:t>
      </w:r>
      <w:r w:rsidR="00A72915">
        <w:rPr>
          <w:rFonts w:ascii="Calibri" w:hAnsi="Calibri"/>
          <w:b/>
        </w:rPr>
        <w:t xml:space="preserve">Answers should be </w:t>
      </w:r>
      <w:r w:rsidR="00A72915" w:rsidRPr="00A72915">
        <w:rPr>
          <w:rFonts w:ascii="Calibri" w:hAnsi="Calibri"/>
          <w:b/>
          <w:bdr w:val="single" w:sz="4" w:space="0" w:color="auto"/>
        </w:rPr>
        <w:t>boxed</w:t>
      </w:r>
      <w:r w:rsidR="00A72915">
        <w:rPr>
          <w:rFonts w:ascii="Calibri" w:hAnsi="Calibri"/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18"/>
        <w:gridCol w:w="1530"/>
        <w:gridCol w:w="360"/>
        <w:gridCol w:w="1800"/>
        <w:gridCol w:w="3708"/>
      </w:tblGrid>
      <w:tr w:rsidR="00A72915" w:rsidRPr="00FA6CE7" w:rsidTr="00714AAC">
        <w:tc>
          <w:tcPr>
            <w:tcW w:w="5148" w:type="dxa"/>
            <w:gridSpan w:val="2"/>
          </w:tcPr>
          <w:p w:rsidR="00A72915" w:rsidRPr="00FA6CE7" w:rsidRDefault="00A72915" w:rsidP="00714AAC">
            <w:pPr>
              <w:tabs>
                <w:tab w:val="num" w:pos="2862"/>
              </w:tabs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1. Measure the following line segments to the nearest tenth of a centimeter and the </w:t>
            </w:r>
            <w:proofErr w:type="gramStart"/>
            <w:r w:rsidRPr="00FA6CE7">
              <w:rPr>
                <w:rFonts w:ascii="Calibri" w:hAnsi="Calibri" w:cs="Cambria"/>
                <w:sz w:val="20"/>
                <w:szCs w:val="20"/>
              </w:rPr>
              <w:t>nearest  of</w:t>
            </w:r>
            <w:proofErr w:type="gramEnd"/>
            <w:r w:rsidRPr="00FA6CE7">
              <w:rPr>
                <w:rFonts w:ascii="Calibri" w:hAnsi="Calibri" w:cs="Cambria"/>
                <w:sz w:val="20"/>
                <w:szCs w:val="20"/>
              </w:rPr>
              <w:t xml:space="preserve"> an inch. </w:t>
            </w:r>
          </w:p>
          <w:p w:rsidR="00A72915" w:rsidRPr="00FA6CE7" w:rsidRDefault="00A72915" w:rsidP="00714AAC">
            <w:pPr>
              <w:tabs>
                <w:tab w:val="num" w:pos="2862"/>
              </w:tabs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1" locked="0" layoutInCell="1" allowOverlap="0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-635</wp:posOffset>
                  </wp:positionV>
                  <wp:extent cx="1514475" cy="342900"/>
                  <wp:effectExtent l="19050" t="0" r="9525" b="0"/>
                  <wp:wrapNone/>
                  <wp:docPr id="2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393065</wp:posOffset>
                  </wp:positionV>
                  <wp:extent cx="838200" cy="333375"/>
                  <wp:effectExtent l="19050" t="0" r="0" b="0"/>
                  <wp:wrapNone/>
                  <wp:docPr id="2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AB: ________ centimeters   _________ inches</w:t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CD: ________ centimeters   _________ inches</w:t>
            </w:r>
          </w:p>
        </w:tc>
        <w:tc>
          <w:tcPr>
            <w:tcW w:w="5868" w:type="dxa"/>
            <w:gridSpan w:val="3"/>
          </w:tcPr>
          <w:p w:rsidR="00A72915" w:rsidRPr="00FA6CE7" w:rsidRDefault="00A72915" w:rsidP="00714AAC">
            <w:pPr>
              <w:tabs>
                <w:tab w:val="left" w:pos="3081"/>
              </w:tabs>
              <w:spacing w:after="40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2. On a particular line segment, points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,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,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are collinear,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is between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. If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15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9, what is the measure of </w:t>
            </w:r>
            <w:r>
              <w:rPr>
                <w:rFonts w:ascii="Calibri" w:hAnsi="Calibri" w:cs="Cambria"/>
                <w:i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?</w:t>
            </w:r>
          </w:p>
        </w:tc>
      </w:tr>
      <w:tr w:rsidR="00A72915" w:rsidRPr="00FA6CE7" w:rsidTr="00714AAC">
        <w:tc>
          <w:tcPr>
            <w:tcW w:w="5148" w:type="dxa"/>
            <w:gridSpan w:val="2"/>
          </w:tcPr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3. Find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KM.</w:t>
            </w:r>
          </w:p>
          <w:p w:rsidR="00A72915" w:rsidRPr="00FA6CE7" w:rsidRDefault="00A72915" w:rsidP="00714AAC">
            <w:pPr>
              <w:tabs>
                <w:tab w:val="left" w:pos="3792"/>
              </w:tabs>
              <w:spacing w:after="400"/>
              <w:ind w:left="187"/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70485</wp:posOffset>
                  </wp:positionV>
                  <wp:extent cx="2095500" cy="390525"/>
                  <wp:effectExtent l="19050" t="0" r="0" b="0"/>
                  <wp:wrapNone/>
                  <wp:docPr id="2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A6CE7">
              <w:rPr>
                <w:rFonts w:ascii="Calibri" w:hAnsi="Calibri" w:cs="Cambria"/>
                <w:sz w:val="20"/>
                <w:szCs w:val="20"/>
              </w:rPr>
              <w:tab/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4. Find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ST.</w:t>
            </w:r>
          </w:p>
          <w:p w:rsidR="00A72915" w:rsidRPr="00FA6CE7" w:rsidRDefault="00A72915" w:rsidP="00714AAC">
            <w:pPr>
              <w:tabs>
                <w:tab w:val="left" w:pos="3915"/>
              </w:tabs>
              <w:spacing w:after="600"/>
              <w:ind w:left="187"/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29210</wp:posOffset>
                  </wp:positionV>
                  <wp:extent cx="1990725" cy="552450"/>
                  <wp:effectExtent l="19050" t="0" r="9525" b="0"/>
                  <wp:wrapNone/>
                  <wp:docPr id="2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A6CE7">
              <w:rPr>
                <w:rFonts w:ascii="Calibri" w:hAnsi="Calibri" w:cs="Cambria"/>
                <w:sz w:val="20"/>
                <w:szCs w:val="20"/>
              </w:rPr>
              <w:tab/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A72915" w:rsidRPr="00FA6CE7" w:rsidTr="00714AAC">
        <w:tc>
          <w:tcPr>
            <w:tcW w:w="5148" w:type="dxa"/>
            <w:gridSpan w:val="2"/>
          </w:tcPr>
          <w:p w:rsidR="00A72915" w:rsidRPr="00FA6CE7" w:rsidRDefault="00A72915" w:rsidP="00714AAC">
            <w:pPr>
              <w:spacing w:after="1000"/>
              <w:rPr>
                <w:rFonts w:ascii="Calibri" w:hAnsi="Calibri" w:cs="Cambria"/>
                <w:i/>
                <w:i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5. </w: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210820</wp:posOffset>
                  </wp:positionV>
                  <wp:extent cx="1786890" cy="438150"/>
                  <wp:effectExtent l="19050" t="0" r="3810" b="0"/>
                  <wp:wrapNone/>
                  <wp:docPr id="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89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Find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BC.</w:t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A72915" w:rsidRPr="00FA6CE7" w:rsidRDefault="00A72915" w:rsidP="00A72915">
            <w:pPr>
              <w:spacing w:line="360" w:lineRule="auto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6. If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</w:t>
            </w:r>
            <w:r>
              <w:rPr>
                <w:rFonts w:ascii="Calibri" w:hAnsi="Calibri" w:cs="Cambria"/>
                <w:sz w:val="20"/>
                <w:szCs w:val="20"/>
              </w:rPr>
              <w:t xml:space="preserve">= 35, what is the value of MC? </w:t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           x + 5                     2x </w:t>
            </w:r>
          </w:p>
          <w:p w:rsidR="00A72915" w:rsidRPr="00FA6CE7" w:rsidRDefault="00C31AC9" w:rsidP="00714AAC">
            <w:pPr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oval id="Oval 22" o:spid="_x0000_s1056" style="position:absolute;margin-left:164.45pt;margin-top:4.5pt;width:6.5pt;height:5.5pt;flip:x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" fillcolor="black" strokeweight="2pt"/>
              </w:pic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oval id="Oval 21" o:spid="_x0000_s1055" style="position:absolute;margin-left:96.85pt;margin-top:4.5pt;width:6.5pt;height:5.5pt;flip:x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" fillcolor="black" strokeweight="2pt"/>
              </w:pic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oval id="Oval 20" o:spid="_x0000_s1054" style="position:absolute;margin-left:38pt;margin-top:4.5pt;width:6.5pt;height:5.5pt;flip:x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" fillcolor="black" strokeweight="2pt"/>
              </w:pic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line id="Straight Connector 8" o:spid="_x0000_s1053" style="position:absolute;z-index:251669504;visibility:visible" from="39.8pt,7.3pt" to="16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"/>
              </w:pict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A                       M                          C </w:t>
            </w: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A72915" w:rsidRPr="00FA6CE7" w:rsidTr="00714AAC">
        <w:trPr>
          <w:trHeight w:val="4589"/>
        </w:trPr>
        <w:tc>
          <w:tcPr>
            <w:tcW w:w="5148" w:type="dxa"/>
            <w:gridSpan w:val="2"/>
          </w:tcPr>
          <w:p w:rsidR="00A72915" w:rsidRPr="00FA6CE7" w:rsidRDefault="00A72915" w:rsidP="00714AAC">
            <w:pPr>
              <w:tabs>
                <w:tab w:val="left" w:pos="2988"/>
              </w:tabs>
              <w:autoSpaceDE w:val="0"/>
              <w:autoSpaceDN w:val="0"/>
              <w:adjustRightInd w:val="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7. On the map, AB represents a trail that you are hiking. You start from the beginning of the trail and hike for 90 minutes at a rate of 1.4 miles per hour. How much farther do you need to hike to reach the end of the trail?</w:t>
            </w:r>
          </w:p>
          <w:p w:rsidR="00A72915" w:rsidRPr="00FA6CE7" w:rsidRDefault="00A72915" w:rsidP="00714AAC">
            <w:pPr>
              <w:tabs>
                <w:tab w:val="left" w:pos="3420"/>
              </w:tabs>
              <w:autoSpaceDE w:val="0"/>
              <w:autoSpaceDN w:val="0"/>
              <w:adjustRightInd w:val="0"/>
              <w:ind w:left="27"/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175895</wp:posOffset>
                  </wp:positionV>
                  <wp:extent cx="2562225" cy="1381125"/>
                  <wp:effectExtent l="19050" t="0" r="9525" b="0"/>
                  <wp:wrapTopAndBottom/>
                  <wp:docPr id="3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8. </w:t>
            </w:r>
            <w:r w:rsidRPr="00FA6CE7">
              <w:rPr>
                <w:rFonts w:ascii="Calibri" w:hAnsi="Calibri" w:cs="Cambria"/>
                <w:b/>
                <w:sz w:val="20"/>
                <w:szCs w:val="20"/>
              </w:rPr>
              <w:t>On a separate sheet of graph paper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, plot the given points in a coordinate plane. Then state whether the line segments are congruent. </w:t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A72915">
            <w:pPr>
              <w:numPr>
                <w:ilvl w:val="0"/>
                <w:numId w:val="4"/>
              </w:numPr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(2, 2),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(4, 2),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(–1, –1),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D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(–1, 1)</w:t>
            </w:r>
          </w:p>
          <w:p w:rsidR="00A72915" w:rsidRPr="00FA6CE7" w:rsidRDefault="00A72915" w:rsidP="00714AAC">
            <w:pPr>
              <w:ind w:left="720"/>
              <w:rPr>
                <w:rFonts w:ascii="Calibri" w:hAnsi="Calibri" w:cs="Cambria"/>
                <w:bCs/>
                <w:noProof/>
                <w:sz w:val="20"/>
                <w:szCs w:val="20"/>
              </w:rPr>
            </w:pPr>
          </w:p>
          <w:p w:rsidR="00A72915" w:rsidRPr="00FA6CE7" w:rsidRDefault="00A72915" w:rsidP="00714AAC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Are AB and CD congruent? _____________</w:t>
            </w:r>
          </w:p>
          <w:p w:rsidR="00A72915" w:rsidRPr="00FA6CE7" w:rsidRDefault="00A72915" w:rsidP="00714AAC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</w:p>
          <w:p w:rsidR="00A72915" w:rsidRPr="00FA6CE7" w:rsidRDefault="00A72915" w:rsidP="00714AAC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</w:p>
          <w:p w:rsidR="00A72915" w:rsidRPr="00FA6CE7" w:rsidRDefault="00A72915" w:rsidP="00A72915">
            <w:pPr>
              <w:numPr>
                <w:ilvl w:val="0"/>
                <w:numId w:val="4"/>
              </w:num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M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(1, –3),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N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(4, –3),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O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(3,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P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(4, 4)</w:t>
            </w:r>
          </w:p>
          <w:p w:rsidR="00A72915" w:rsidRPr="00FA6CE7" w:rsidRDefault="00A72915" w:rsidP="00714AAC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Are MN and OP </w:t>
            </w: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congruent? _____________</w:t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A72915">
            <w:pPr>
              <w:numPr>
                <w:ilvl w:val="0"/>
                <w:numId w:val="4"/>
              </w:numPr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E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(–3,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F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(–1,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G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(2,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H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(–1, 1)</w:t>
            </w:r>
          </w:p>
          <w:p w:rsidR="00A72915" w:rsidRPr="00FA6CE7" w:rsidRDefault="00A72915" w:rsidP="00714AAC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Are EG and FH </w:t>
            </w: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congruent? _____________</w:t>
            </w:r>
          </w:p>
        </w:tc>
      </w:tr>
      <w:tr w:rsidR="00A72915" w:rsidRPr="00FA6CE7" w:rsidTr="00714AAC">
        <w:trPr>
          <w:trHeight w:val="1520"/>
        </w:trPr>
        <w:tc>
          <w:tcPr>
            <w:tcW w:w="3618" w:type="dxa"/>
          </w:tcPr>
          <w:p w:rsidR="00A72915" w:rsidRPr="00FA6CE7" w:rsidRDefault="00A72915" w:rsidP="00714AAC">
            <w:pPr>
              <w:rPr>
                <w:rFonts w:ascii="Calibri" w:hAnsi="Calibri" w:cs="Cambria"/>
                <w:iCs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lastRenderedPageBreak/>
              <w:t xml:space="preserve">9) Find </w:t>
            </w:r>
            <w:r w:rsidRPr="00FA6CE7">
              <w:rPr>
                <w:rFonts w:ascii="Calibri" w:hAnsi="Calibri" w:cs="Cambria"/>
                <w:i/>
                <w:sz w:val="20"/>
              </w:rPr>
              <w:t>LM</w:t>
            </w:r>
            <w:r w:rsidRPr="00FA6CE7">
              <w:rPr>
                <w:rFonts w:ascii="Calibri" w:hAnsi="Calibri" w:cs="Cambria"/>
                <w:iCs/>
                <w:sz w:val="20"/>
              </w:rPr>
              <w:t>.</w:t>
            </w:r>
          </w:p>
          <w:p w:rsidR="00A72915" w:rsidRPr="00FA6CE7" w:rsidRDefault="00A72915" w:rsidP="00714AAC">
            <w:pPr>
              <w:tabs>
                <w:tab w:val="left" w:pos="3168"/>
              </w:tabs>
              <w:spacing w:after="600"/>
              <w:rPr>
                <w:rFonts w:ascii="Calibri" w:hAnsi="Calibri" w:cs="Cambria"/>
                <w:iCs/>
                <w:sz w:val="20"/>
              </w:rPr>
            </w:pPr>
            <w:r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047875" cy="485775"/>
                  <wp:effectExtent l="19050" t="0" r="9525" b="0"/>
                  <wp:docPr id="17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gridSpan w:val="3"/>
          </w:tcPr>
          <w:p w:rsidR="00A72915" w:rsidRPr="00FA6CE7" w:rsidRDefault="00A72915" w:rsidP="00714AAC">
            <w:pPr>
              <w:rPr>
                <w:rFonts w:ascii="Calibri" w:hAnsi="Calibri" w:cs="Cambria"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t xml:space="preserve">10) Find </w:t>
            </w:r>
            <w:r w:rsidRPr="00FA6CE7">
              <w:rPr>
                <w:rFonts w:ascii="Calibri" w:hAnsi="Calibri" w:cs="Cambria"/>
                <w:i/>
                <w:iCs/>
                <w:sz w:val="20"/>
              </w:rPr>
              <w:t>VW</w:t>
            </w:r>
            <w:r w:rsidRPr="00FA6CE7">
              <w:rPr>
                <w:rFonts w:ascii="Calibri" w:hAnsi="Calibri" w:cs="Cambria"/>
                <w:sz w:val="20"/>
              </w:rPr>
              <w:t>.</w:t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</w:rPr>
            </w:pPr>
            <w:r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028825" cy="552450"/>
                  <wp:effectExtent l="19050" t="0" r="9525" b="0"/>
                  <wp:docPr id="17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8" w:type="dxa"/>
          </w:tcPr>
          <w:p w:rsidR="00A72915" w:rsidRDefault="00A72915" w:rsidP="00714AAC">
            <w:pPr>
              <w:rPr>
                <w:rFonts w:ascii="Calibri" w:hAnsi="Calibri" w:cs="Cambria"/>
                <w:iCs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t xml:space="preserve">11) Find </w:t>
            </w:r>
            <w:r w:rsidRPr="00FA6CE7">
              <w:rPr>
                <w:rFonts w:ascii="Calibri" w:hAnsi="Calibri" w:cs="Cambria"/>
                <w:i/>
                <w:sz w:val="20"/>
              </w:rPr>
              <w:t>YZ</w:t>
            </w:r>
            <w:r w:rsidRPr="00FA6CE7">
              <w:rPr>
                <w:rFonts w:ascii="Calibri" w:hAnsi="Calibri" w:cs="Cambria"/>
                <w:iCs/>
                <w:sz w:val="20"/>
              </w:rPr>
              <w:t>.</w:t>
            </w:r>
          </w:p>
          <w:p w:rsidR="00A72915" w:rsidRPr="00FA6CE7" w:rsidRDefault="00A72915" w:rsidP="00714AAC">
            <w:pPr>
              <w:rPr>
                <w:rFonts w:ascii="Calibri" w:hAnsi="Calibri" w:cs="Cambria"/>
                <w:iCs/>
                <w:sz w:val="20"/>
              </w:rPr>
            </w:pPr>
            <w:r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133600" cy="581025"/>
                  <wp:effectExtent l="19050" t="0" r="0" b="0"/>
                  <wp:docPr id="17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2915" w:rsidRPr="00FA6CE7" w:rsidRDefault="00A72915" w:rsidP="00714AAC">
            <w:pPr>
              <w:tabs>
                <w:tab w:val="left" w:pos="8205"/>
              </w:tabs>
              <w:rPr>
                <w:rFonts w:ascii="Calibri" w:hAnsi="Calibri" w:cs="Cambria"/>
                <w:sz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A72915" w:rsidRPr="0015398A" w:rsidTr="00714AAC">
        <w:tc>
          <w:tcPr>
            <w:tcW w:w="5508" w:type="dxa"/>
            <w:gridSpan w:val="3"/>
          </w:tcPr>
          <w:p w:rsidR="00A72915" w:rsidRPr="0015398A" w:rsidRDefault="00A72915" w:rsidP="00714AAC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2</w:t>
            </w:r>
            <w:r w:rsidRPr="0015398A">
              <w:rPr>
                <w:rFonts w:ascii="Calibri" w:hAnsi="Calibri"/>
              </w:rPr>
              <w:t xml:space="preserve">) </w:t>
            </w:r>
            <w:r>
              <w:rPr>
                <w:rFonts w:ascii="Calibri" w:hAnsi="Calibri"/>
              </w:rPr>
              <w:t>Determine the slope of the line: ____</w:t>
            </w: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>
                  <wp:extent cx="2771775" cy="1619250"/>
                  <wp:effectExtent l="19050" t="0" r="9525" b="0"/>
                  <wp:docPr id="17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>b) What is the y-intercept?  ____</w:t>
            </w:r>
          </w:p>
        </w:tc>
        <w:tc>
          <w:tcPr>
            <w:tcW w:w="5508" w:type="dxa"/>
            <w:gridSpan w:val="2"/>
          </w:tcPr>
          <w:p w:rsidR="00A72915" w:rsidRPr="0015398A" w:rsidRDefault="00A72915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Pr="0015398A">
              <w:rPr>
                <w:rFonts w:ascii="Calibri" w:hAnsi="Calibri"/>
              </w:rPr>
              <w:t xml:space="preserve">) </w:t>
            </w:r>
            <w:r>
              <w:rPr>
                <w:rFonts w:ascii="Calibri" w:hAnsi="Calibri"/>
              </w:rPr>
              <w:t>Determine the slope of the line: ____</w:t>
            </w: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>
                  <wp:extent cx="2667000" cy="1552575"/>
                  <wp:effectExtent l="19050" t="0" r="0" b="0"/>
                  <wp:docPr id="175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lum brigh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>b) What is the y-intercept? _____</w:t>
            </w:r>
          </w:p>
        </w:tc>
      </w:tr>
      <w:tr w:rsidR="00A72915" w:rsidRPr="0015398A" w:rsidTr="00714AAC">
        <w:tc>
          <w:tcPr>
            <w:tcW w:w="5508" w:type="dxa"/>
            <w:gridSpan w:val="3"/>
          </w:tcPr>
          <w:p w:rsidR="005F7234" w:rsidRDefault="00C31AC9" w:rsidP="00714AAC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w:pict>
                <v:group id="_x0000_s1033" style="position:absolute;margin-left:103.4pt;margin-top:7.6pt;width:165.25pt;height:143.95pt;z-index:251661312;mso-position-horizontal-relative:text;mso-position-vertical-relative:text" coordorigin="2788,3619" coordsize="3305,2879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4" type="#_x0000_t32" style="position:absolute;left:3652;top:3742;width:1584;height:556;flip:y" o:connectortype="straight">
                    <v:stroke startarrow="block" endarrow="block"/>
                  </v:shape>
                  <v:shape id="_x0000_s1035" type="#_x0000_t32" style="position:absolute;left:2788;top:6182;width:3168;height:316;flip:y" o:connectortype="straight">
                    <v:stroke startarrow="block" endarrow="block"/>
                  </v:shape>
                  <v:shape id="_x0000_s1036" type="#_x0000_t32" style="position:absolute;left:2788;top:4179;width:177;height:1763;flip:y" o:connectortype="straight">
                    <v:stroke startarrow="block" endarrow="block"/>
                  </v:shape>
                  <v:shape id="_x0000_s1037" type="#_x0000_t32" style="position:absolute;left:3510;top:5057;width:1610;height:0" o:connectortype="straight">
                    <v:stroke startarrow="block" endarrow="block"/>
                  </v:shape>
                  <v:shape id="_x0000_s1038" type="#_x0000_t32" style="position:absolute;left:5572;top:3765;width:0;height:1588;flip:y" o:connectortype="straight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9" type="#_x0000_t202" style="position:absolute;left:3040;top:4437;width:470;height:420;mso-width-relative:margin;mso-height-relative:margin">
                    <v:textbox style="mso-next-textbox:#_x0000_s1039">
                      <w:txbxContent>
                        <w:p w:rsidR="00A72915" w:rsidRPr="00C57650" w:rsidRDefault="00A72915" w:rsidP="00A72915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C57650">
                            <w:rPr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40" type="#_x0000_t202" style="position:absolute;left:5623;top:4298;width:470;height:420;mso-width-relative:margin;mso-height-relative:margin">
                    <v:textbox style="mso-next-textbox:#_x0000_s1040">
                      <w:txbxContent>
                        <w:p w:rsidR="00A72915" w:rsidRPr="00C57650" w:rsidRDefault="00A72915" w:rsidP="00A7291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41" type="#_x0000_t202" style="position:absolute;left:3950;top:4539;width:470;height:420;mso-width-relative:margin;mso-height-relative:margin">
                    <v:textbox style="mso-next-textbox:#_x0000_s1041">
                      <w:txbxContent>
                        <w:p w:rsidR="00A72915" w:rsidRPr="00C57650" w:rsidRDefault="00A72915" w:rsidP="00A7291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42" type="#_x0000_t202" style="position:absolute;left:3763;top:3619;width:470;height:420;mso-width-relative:margin;mso-height-relative:margin">
                    <v:textbox style="mso-next-textbox:#_x0000_s1042">
                      <w:txbxContent>
                        <w:p w:rsidR="00A72915" w:rsidRPr="00C57650" w:rsidRDefault="00A72915" w:rsidP="00A7291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43" type="#_x0000_t202" style="position:absolute;left:3809;top:5762;width:470;height:420;mso-width-relative:margin;mso-height-relative:margin">
                    <v:textbox style="mso-next-textbox:#_x0000_s1043">
                      <w:txbxContent>
                        <w:p w:rsidR="00A72915" w:rsidRPr="00C57650" w:rsidRDefault="00A72915" w:rsidP="00A7291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</w:pict>
            </w:r>
            <w:r w:rsidR="00A72915">
              <w:rPr>
                <w:rFonts w:ascii="Calibri" w:hAnsi="Calibri"/>
              </w:rPr>
              <w:t>14</w:t>
            </w:r>
            <w:r w:rsidR="00A72915" w:rsidRPr="0015398A">
              <w:rPr>
                <w:rFonts w:ascii="Calibri" w:hAnsi="Calibri"/>
              </w:rPr>
              <w:t>a</w:t>
            </w:r>
            <w:r w:rsidR="00A72915">
              <w:rPr>
                <w:rFonts w:ascii="Calibri" w:hAnsi="Calibri"/>
                <w:noProof/>
              </w:rPr>
              <w:drawing>
                <wp:anchor distT="0" distB="15549" distL="114300" distR="114779" simplePos="0" relativeHeight="251657215" behindDoc="1" locked="0" layoutInCell="1" allowOverlap="1">
                  <wp:simplePos x="0" y="0"/>
                  <wp:positionH relativeFrom="column">
                    <wp:posOffset>1143000</wp:posOffset>
                  </wp:positionH>
                  <wp:positionV relativeFrom="paragraph">
                    <wp:posOffset>3175</wp:posOffset>
                  </wp:positionV>
                  <wp:extent cx="2286000" cy="2124075"/>
                  <wp:effectExtent l="19050" t="0" r="0" b="0"/>
                  <wp:wrapNone/>
                  <wp:docPr id="5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124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72915" w:rsidRPr="0015398A">
              <w:rPr>
                <w:rFonts w:ascii="Calibri" w:hAnsi="Calibri" w:cs="Calibri"/>
              </w:rPr>
              <w:t xml:space="preserve">) Which line has </w:t>
            </w:r>
          </w:p>
          <w:p w:rsidR="005F7234" w:rsidRDefault="00A72915" w:rsidP="00714AAC">
            <w:pPr>
              <w:rPr>
                <w:rFonts w:ascii="Calibri" w:hAnsi="Calibri" w:cs="Calibri"/>
              </w:rPr>
            </w:pPr>
            <w:proofErr w:type="gramStart"/>
            <w:r w:rsidRPr="0015398A">
              <w:rPr>
                <w:rFonts w:ascii="Calibri" w:hAnsi="Calibri" w:cs="Calibri"/>
              </w:rPr>
              <w:t>the</w:t>
            </w:r>
            <w:proofErr w:type="gramEnd"/>
            <w:r w:rsidRPr="0015398A">
              <w:rPr>
                <w:rFonts w:ascii="Calibri" w:hAnsi="Calibri" w:cs="Calibri"/>
              </w:rPr>
              <w:t xml:space="preserve"> smallest</w:t>
            </w:r>
            <w:r w:rsidR="005F7234">
              <w:rPr>
                <w:rFonts w:ascii="Calibri" w:hAnsi="Calibri" w:cs="Calibri"/>
              </w:rPr>
              <w:t xml:space="preserve"> slope?</w:t>
            </w:r>
            <w:r w:rsidRPr="0015398A">
              <w:rPr>
                <w:rFonts w:ascii="Calibri" w:hAnsi="Calibri" w:cs="Calibri"/>
              </w:rPr>
              <w:t xml:space="preserve"> </w:t>
            </w:r>
            <w:r w:rsidR="005F7234">
              <w:rPr>
                <w:rFonts w:ascii="Calibri" w:hAnsi="Calibri" w:cs="Calibri"/>
              </w:rPr>
              <w:t xml:space="preserve">    </w:t>
            </w: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  <w:r w:rsidRPr="0015398A">
              <w:rPr>
                <w:rFonts w:ascii="Calibri" w:hAnsi="Calibri" w:cs="Calibri"/>
              </w:rPr>
              <w:t xml:space="preserve"> </w:t>
            </w:r>
            <w:r w:rsidR="005F7234">
              <w:rPr>
                <w:rFonts w:ascii="Calibri" w:hAnsi="Calibri" w:cs="Calibri"/>
              </w:rPr>
              <w:t xml:space="preserve"> </w:t>
            </w:r>
          </w:p>
          <w:p w:rsidR="005F7234" w:rsidRDefault="005F7234" w:rsidP="005F7234">
            <w:pPr>
              <w:rPr>
                <w:rFonts w:ascii="Calibri" w:hAnsi="Calibri" w:cs="Calibri"/>
              </w:rPr>
            </w:pPr>
            <w:r w:rsidRPr="0015398A">
              <w:rPr>
                <w:rFonts w:ascii="Calibri" w:hAnsi="Calibri" w:cs="Calibri"/>
              </w:rPr>
              <w:t xml:space="preserve">b) Which line has </w:t>
            </w:r>
          </w:p>
          <w:p w:rsidR="005F7234" w:rsidRDefault="005F7234" w:rsidP="005F7234">
            <w:pPr>
              <w:rPr>
                <w:rFonts w:ascii="Calibri" w:hAnsi="Calibri" w:cs="Calibri"/>
              </w:rPr>
            </w:pPr>
            <w:proofErr w:type="gramStart"/>
            <w:r w:rsidRPr="005F7234">
              <w:rPr>
                <w:rFonts w:ascii="Calibri" w:hAnsi="Calibri" w:cs="Calibri"/>
                <w:spacing w:val="-2"/>
              </w:rPr>
              <w:t>the</w:t>
            </w:r>
            <w:proofErr w:type="gramEnd"/>
            <w:r w:rsidRPr="005F7234">
              <w:rPr>
                <w:rFonts w:ascii="Calibri" w:hAnsi="Calibri" w:cs="Calibri"/>
                <w:spacing w:val="-2"/>
              </w:rPr>
              <w:t xml:space="preserve"> biggest</w:t>
            </w:r>
            <w:r>
              <w:rPr>
                <w:rFonts w:ascii="Calibri" w:hAnsi="Calibri" w:cs="Calibri"/>
                <w:spacing w:val="-2"/>
              </w:rPr>
              <w:t xml:space="preserve"> slope?</w:t>
            </w:r>
            <w:r w:rsidRPr="0015398A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 </w:t>
            </w:r>
          </w:p>
          <w:p w:rsidR="00A72915" w:rsidRPr="0015398A" w:rsidRDefault="00A72915" w:rsidP="00714AAC">
            <w:pPr>
              <w:rPr>
                <w:rFonts w:ascii="Calibri" w:hAnsi="Calibri" w:cs="Calibri"/>
              </w:rPr>
            </w:pPr>
          </w:p>
          <w:p w:rsidR="005F7234" w:rsidRDefault="005F7234" w:rsidP="005F7234">
            <w:pPr>
              <w:rPr>
                <w:rFonts w:ascii="Calibri" w:hAnsi="Calibri" w:cs="Calibri"/>
              </w:rPr>
            </w:pPr>
            <w:r w:rsidRPr="0015398A">
              <w:rPr>
                <w:rFonts w:ascii="Calibri" w:hAnsi="Calibri" w:cs="Calibri"/>
              </w:rPr>
              <w:t xml:space="preserve">c) What is the </w:t>
            </w:r>
          </w:p>
          <w:p w:rsidR="005F7234" w:rsidRPr="0015398A" w:rsidRDefault="005F7234" w:rsidP="005F7234">
            <w:pPr>
              <w:rPr>
                <w:rFonts w:ascii="Calibri" w:hAnsi="Calibri" w:cs="Calibri"/>
              </w:rPr>
            </w:pPr>
            <w:proofErr w:type="gramStart"/>
            <w:r w:rsidRPr="0015398A">
              <w:rPr>
                <w:rFonts w:ascii="Calibri" w:hAnsi="Calibri" w:cs="Calibri"/>
              </w:rPr>
              <w:t>slope</w:t>
            </w:r>
            <w:proofErr w:type="gramEnd"/>
            <w:r w:rsidRPr="0015398A">
              <w:rPr>
                <w:rFonts w:ascii="Calibri" w:hAnsi="Calibri" w:cs="Calibri"/>
              </w:rPr>
              <w:t xml:space="preserve"> of line B?</w:t>
            </w:r>
          </w:p>
          <w:p w:rsidR="00A72915" w:rsidRPr="0015398A" w:rsidRDefault="00A72915" w:rsidP="00714AAC">
            <w:pPr>
              <w:rPr>
                <w:rFonts w:ascii="Calibri" w:hAnsi="Calibri" w:cs="Calibri"/>
              </w:rPr>
            </w:pPr>
          </w:p>
          <w:p w:rsidR="005F7234" w:rsidRDefault="005F7234" w:rsidP="005F7234">
            <w:pPr>
              <w:rPr>
                <w:rFonts w:ascii="Calibri" w:hAnsi="Calibri" w:cs="Calibri"/>
              </w:rPr>
            </w:pPr>
            <w:r w:rsidRPr="0015398A">
              <w:rPr>
                <w:rFonts w:ascii="Calibri" w:hAnsi="Calibri" w:cs="Calibri"/>
              </w:rPr>
              <w:t xml:space="preserve">d) What is the slope </w:t>
            </w:r>
          </w:p>
          <w:p w:rsidR="005F7234" w:rsidRPr="0015398A" w:rsidRDefault="005F7234" w:rsidP="005F7234">
            <w:pPr>
              <w:rPr>
                <w:rFonts w:ascii="Calibri" w:hAnsi="Calibri"/>
              </w:rPr>
            </w:pPr>
            <w:proofErr w:type="gramStart"/>
            <w:r w:rsidRPr="0015398A">
              <w:rPr>
                <w:rFonts w:ascii="Calibri" w:hAnsi="Calibri" w:cs="Calibri"/>
              </w:rPr>
              <w:t>of</w:t>
            </w:r>
            <w:proofErr w:type="gramEnd"/>
            <w:r w:rsidRPr="0015398A">
              <w:rPr>
                <w:rFonts w:ascii="Calibri" w:hAnsi="Calibri" w:cs="Calibri"/>
              </w:rPr>
              <w:t xml:space="preserve"> the line C?</w:t>
            </w:r>
          </w:p>
          <w:p w:rsidR="00A72915" w:rsidRPr="0015398A" w:rsidRDefault="00A72915" w:rsidP="00714AAC">
            <w:pPr>
              <w:rPr>
                <w:rFonts w:ascii="Calibri" w:hAnsi="Calibri" w:cs="Calibri"/>
              </w:rPr>
            </w:pP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</w:tcPr>
          <w:p w:rsidR="00A72915" w:rsidRPr="0015398A" w:rsidRDefault="00A72915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anchor distT="0" distB="13335" distL="114300" distR="116205" simplePos="0" relativeHeight="251662336" behindDoc="0" locked="0" layoutInCell="1" allowOverlap="1">
                  <wp:simplePos x="0" y="0"/>
                  <wp:positionH relativeFrom="column">
                    <wp:posOffset>954786</wp:posOffset>
                  </wp:positionH>
                  <wp:positionV relativeFrom="paragraph">
                    <wp:posOffset>77470</wp:posOffset>
                  </wp:positionV>
                  <wp:extent cx="2288159" cy="2126107"/>
                  <wp:effectExtent l="19050" t="0" r="0" b="0"/>
                  <wp:wrapTight wrapText="bothSides">
                    <wp:wrapPolygon edited="0">
                      <wp:start x="10250" y="0"/>
                      <wp:lineTo x="1618" y="968"/>
                      <wp:lineTo x="899" y="1161"/>
                      <wp:lineTo x="899" y="9290"/>
                      <wp:lineTo x="-180" y="10838"/>
                      <wp:lineTo x="899" y="12386"/>
                      <wp:lineTo x="899" y="20321"/>
                      <wp:lineTo x="4855" y="21483"/>
                      <wp:lineTo x="10250" y="21483"/>
                      <wp:lineTo x="11149" y="21483"/>
                      <wp:lineTo x="16724" y="21483"/>
                      <wp:lineTo x="20680" y="20321"/>
                      <wp:lineTo x="20501" y="12386"/>
                      <wp:lineTo x="21580" y="10838"/>
                      <wp:lineTo x="20501" y="9290"/>
                      <wp:lineTo x="20860" y="1355"/>
                      <wp:lineTo x="19422" y="774"/>
                      <wp:lineTo x="11149" y="0"/>
                      <wp:lineTo x="10250" y="0"/>
                    </wp:wrapPolygon>
                  </wp:wrapTight>
                  <wp:docPr id="20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8159" cy="21261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</w:rPr>
              <w:t>15</w:t>
            </w:r>
            <w:r w:rsidRPr="0015398A">
              <w:rPr>
                <w:rFonts w:ascii="Calibri" w:hAnsi="Calibri"/>
              </w:rPr>
              <w:t xml:space="preserve">) Sketch the graph of a line that crosses through the point (-5, 0) and has a slope of 2. </w:t>
            </w:r>
          </w:p>
        </w:tc>
      </w:tr>
      <w:tr w:rsidR="00A72915" w:rsidRPr="0015398A" w:rsidTr="00714AAC">
        <w:tc>
          <w:tcPr>
            <w:tcW w:w="5508" w:type="dxa"/>
            <w:gridSpan w:val="3"/>
          </w:tcPr>
          <w:p w:rsidR="00A72915" w:rsidRPr="0015398A" w:rsidRDefault="00A72915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</w:t>
            </w:r>
            <w:r w:rsidRPr="0015398A">
              <w:rPr>
                <w:rFonts w:ascii="Calibri" w:hAnsi="Calibri"/>
              </w:rPr>
              <w:t xml:space="preserve">) </w:t>
            </w:r>
            <w:r w:rsidR="005D2DF1">
              <w:rPr>
                <w:rFonts w:ascii="Calibri" w:hAnsi="Calibri"/>
              </w:rPr>
              <w:t>Ana</w:t>
            </w:r>
            <w:r w:rsidRPr="0015398A">
              <w:rPr>
                <w:rFonts w:ascii="Calibri" w:hAnsi="Calibri"/>
              </w:rPr>
              <w:t xml:space="preserve"> builds a doll house on her own for an hour.  At that time, her mother starts helping her build, and they work together at a rate of twice the speed </w:t>
            </w:r>
            <w:r w:rsidR="005D2DF1">
              <w:rPr>
                <w:rFonts w:ascii="Calibri" w:hAnsi="Calibri"/>
              </w:rPr>
              <w:t>Ana</w:t>
            </w:r>
            <w:r w:rsidRPr="0015398A">
              <w:rPr>
                <w:rFonts w:ascii="Calibri" w:hAnsi="Calibri"/>
              </w:rPr>
              <w:t xml:space="preserve"> was working alone.</w:t>
            </w:r>
          </w:p>
          <w:p w:rsidR="00A72915" w:rsidRPr="005D2DF1" w:rsidRDefault="00A72915" w:rsidP="00714AAC">
            <w:pPr>
              <w:rPr>
                <w:rFonts w:ascii="Calibri" w:hAnsi="Calibri"/>
                <w:sz w:val="18"/>
              </w:rPr>
            </w:pPr>
          </w:p>
          <w:p w:rsidR="00A72915" w:rsidRPr="0015398A" w:rsidRDefault="00A72915" w:rsidP="00714AAC">
            <w:pPr>
              <w:rPr>
                <w:rFonts w:ascii="Calibri" w:hAnsi="Calibri"/>
                <w:i/>
              </w:rPr>
            </w:pPr>
            <w:r w:rsidRPr="0015398A">
              <w:rPr>
                <w:rFonts w:ascii="Calibri" w:hAnsi="Calibri"/>
                <w:i/>
              </w:rPr>
              <w:t xml:space="preserve">Plot the scenario on the graph below: </w:t>
            </w:r>
          </w:p>
          <w:p w:rsidR="00A72915" w:rsidRPr="0015398A" w:rsidRDefault="00C31AC9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group id="_x0000_s1045" style="position:absolute;margin-left:79.65pt;margin-top:5pt;width:96pt;height:1in;z-index:251663360" coordorigin="1110,10635" coordsize="1920,1440">
                  <v:shape id="_x0000_s1046" type="#_x0000_t32" style="position:absolute;left:1110;top:10635;width:0;height:1440" o:connectortype="straight"/>
                  <v:shape id="_x0000_s1047" type="#_x0000_t32" style="position:absolute;left:1110;top:12075;width:1920;height:0" o:connectortype="straight"/>
                </v:group>
              </w:pict>
            </w: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 xml:space="preserve"> Completion</w:t>
            </w: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>Of Doll House</w:t>
            </w: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 xml:space="preserve">                                </w:t>
            </w: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 xml:space="preserve">                                          Time</w:t>
            </w:r>
          </w:p>
        </w:tc>
        <w:tc>
          <w:tcPr>
            <w:tcW w:w="5508" w:type="dxa"/>
            <w:gridSpan w:val="2"/>
          </w:tcPr>
          <w:p w:rsidR="00A72915" w:rsidRPr="0015398A" w:rsidRDefault="00A72915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</w:t>
            </w:r>
            <w:r w:rsidRPr="0015398A">
              <w:rPr>
                <w:rFonts w:ascii="Calibri" w:hAnsi="Calibri"/>
              </w:rPr>
              <w:t xml:space="preserve">) </w:t>
            </w:r>
            <w:r w:rsidRPr="0015398A">
              <w:rPr>
                <w:rFonts w:ascii="Calibri" w:hAnsi="Calibri"/>
                <w:b/>
              </w:rPr>
              <w:t xml:space="preserve">Error Analysis.  </w:t>
            </w:r>
            <w:r w:rsidR="005D2DF1">
              <w:rPr>
                <w:rFonts w:ascii="Calibri" w:hAnsi="Calibri"/>
              </w:rPr>
              <w:t>Terrell</w:t>
            </w:r>
            <w:r w:rsidRPr="0015398A">
              <w:rPr>
                <w:rFonts w:ascii="Calibri" w:hAnsi="Calibri"/>
              </w:rPr>
              <w:t xml:space="preserve"> determined that </w:t>
            </w:r>
            <w:r>
              <w:rPr>
                <w:rFonts w:ascii="Calibri" w:hAnsi="Calibri"/>
              </w:rPr>
              <w:t xml:space="preserve">the slope of the line below </w:t>
            </w:r>
            <w:proofErr w:type="gramStart"/>
            <w:r>
              <w:rPr>
                <w:rFonts w:ascii="Calibri" w:hAnsi="Calibri"/>
              </w:rPr>
              <w:t xml:space="preserve">is </w:t>
            </w:r>
            <w:proofErr w:type="gramEnd"/>
            <w:r w:rsidRPr="008718A2">
              <w:rPr>
                <w:rFonts w:ascii="Calibri" w:hAnsi="Calibri"/>
                <w:position w:val="-24"/>
              </w:rPr>
              <w:object w:dxaOrig="240" w:dyaOrig="620">
                <v:shape id="_x0000_i1025" type="#_x0000_t75" style="width:12pt;height:30.75pt" o:ole="">
                  <v:imagedata r:id="rId20" o:title=""/>
                </v:shape>
                <o:OLEObject Type="Embed" ProgID="Equation.3" ShapeID="_x0000_i1025" DrawAspect="Content" ObjectID="_1472304549" r:id="rId21"/>
              </w:object>
            </w:r>
            <w:r w:rsidR="005D2DF1">
              <w:rPr>
                <w:rFonts w:ascii="Calibri" w:hAnsi="Calibri"/>
              </w:rPr>
              <w:t xml:space="preserve">.  Is </w:t>
            </w:r>
            <w:r w:rsidRPr="0015398A">
              <w:rPr>
                <w:rFonts w:ascii="Calibri" w:hAnsi="Calibri"/>
              </w:rPr>
              <w:t xml:space="preserve">he correct?  </w:t>
            </w:r>
            <w:r w:rsidRPr="0015398A">
              <w:rPr>
                <w:rFonts w:ascii="Calibri" w:hAnsi="Calibri"/>
                <w:i/>
              </w:rPr>
              <w:t>Why</w:t>
            </w:r>
            <w:r w:rsidRPr="0015398A">
              <w:rPr>
                <w:rFonts w:ascii="Calibri" w:hAnsi="Calibri"/>
              </w:rPr>
              <w:t xml:space="preserve"> or </w:t>
            </w:r>
            <w:r w:rsidRPr="0015398A">
              <w:rPr>
                <w:rFonts w:ascii="Calibri" w:hAnsi="Calibri"/>
                <w:i/>
              </w:rPr>
              <w:t xml:space="preserve">why </w:t>
            </w:r>
            <w:proofErr w:type="gramStart"/>
            <w:r w:rsidRPr="0015398A">
              <w:rPr>
                <w:rFonts w:ascii="Calibri" w:hAnsi="Calibri"/>
                <w:i/>
              </w:rPr>
              <w:t>not</w:t>
            </w:r>
            <w:r w:rsidR="005D2DF1">
              <w:rPr>
                <w:rFonts w:ascii="Calibri" w:hAnsi="Calibri"/>
              </w:rPr>
              <w:t xml:space="preserve"> ?</w:t>
            </w:r>
            <w:proofErr w:type="gramEnd"/>
          </w:p>
          <w:p w:rsidR="00A72915" w:rsidRPr="0015398A" w:rsidRDefault="00A72915" w:rsidP="00714AAC">
            <w:pPr>
              <w:rPr>
                <w:rFonts w:ascii="Calibri" w:hAnsi="Calibri"/>
                <w:b/>
              </w:rPr>
            </w:pPr>
            <w:r w:rsidRPr="0015398A">
              <w:rPr>
                <w:rFonts w:ascii="Calibri" w:hAnsi="Calibri"/>
                <w:b/>
              </w:rPr>
              <w:t xml:space="preserve">  </w:t>
            </w: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2790825" cy="1619250"/>
                  <wp:effectExtent l="19050" t="0" r="9525" b="0"/>
                  <wp:docPr id="177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2915" w:rsidRPr="0015398A" w:rsidTr="00714AAC">
        <w:tc>
          <w:tcPr>
            <w:tcW w:w="11016" w:type="dxa"/>
            <w:gridSpan w:val="5"/>
          </w:tcPr>
          <w:p w:rsidR="00A72915" w:rsidRPr="0015398A" w:rsidRDefault="00A72915" w:rsidP="00714AAC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</w:rPr>
              <w:t>18</w:t>
            </w:r>
            <w:r w:rsidRPr="0015398A">
              <w:rPr>
                <w:rFonts w:ascii="Calibri" w:hAnsi="Calibri"/>
              </w:rPr>
              <w:t xml:space="preserve">) </w:t>
            </w:r>
            <w:r w:rsidRPr="0015398A">
              <w:rPr>
                <w:rFonts w:ascii="Calibri" w:hAnsi="Calibri"/>
                <w:b/>
              </w:rPr>
              <w:t xml:space="preserve">Explain.  </w:t>
            </w:r>
            <w:r w:rsidR="005D2DF1">
              <w:rPr>
                <w:rFonts w:ascii="Calibri" w:hAnsi="Calibri"/>
              </w:rPr>
              <w:t>James</w:t>
            </w:r>
            <w:r w:rsidRPr="0015398A">
              <w:rPr>
                <w:rFonts w:ascii="Calibri" w:hAnsi="Calibri"/>
              </w:rPr>
              <w:t xml:space="preserve"> lets a tennis ball roll down a ramp that has a height of 8 feet and a length of 12 feet.  </w:t>
            </w:r>
            <w:r w:rsidR="005D2DF1">
              <w:rPr>
                <w:rFonts w:ascii="Calibri" w:hAnsi="Calibri"/>
              </w:rPr>
              <w:t>Summer</w:t>
            </w:r>
            <w:r w:rsidRPr="0015398A">
              <w:rPr>
                <w:rFonts w:ascii="Calibri" w:hAnsi="Calibri"/>
              </w:rPr>
              <w:t xml:space="preserve"> lets a tennis ball of the same dimensions roll down another ramp that has a height of 3 feet and a length of 10 feet.  Whose ball will get to the end of the ramp first?  </w:t>
            </w:r>
            <w:r w:rsidRPr="0015398A">
              <w:rPr>
                <w:rFonts w:ascii="Calibri" w:hAnsi="Calibri"/>
                <w:i/>
              </w:rPr>
              <w:t>Why?  Be specific.</w:t>
            </w:r>
          </w:p>
          <w:p w:rsidR="00A72915" w:rsidRDefault="00A72915" w:rsidP="00714AAC">
            <w:pPr>
              <w:rPr>
                <w:rFonts w:ascii="Calibri" w:hAnsi="Calibri"/>
                <w:i/>
              </w:rPr>
            </w:pPr>
          </w:p>
          <w:p w:rsidR="00A72915" w:rsidRPr="0015398A" w:rsidRDefault="00A72915" w:rsidP="00714AAC">
            <w:pPr>
              <w:rPr>
                <w:rFonts w:ascii="Calibri" w:hAnsi="Calibri"/>
                <w:i/>
              </w:rPr>
            </w:pPr>
          </w:p>
          <w:p w:rsidR="00A72915" w:rsidRPr="0015398A" w:rsidRDefault="00A72915" w:rsidP="00714AAC">
            <w:pPr>
              <w:rPr>
                <w:rFonts w:ascii="Calibri" w:hAnsi="Calibri"/>
                <w:i/>
              </w:rPr>
            </w:pPr>
          </w:p>
          <w:p w:rsidR="00A72915" w:rsidRPr="00FA6CE7" w:rsidRDefault="00A72915" w:rsidP="00714AAC">
            <w:pPr>
              <w:rPr>
                <w:rFonts w:ascii="Calibri" w:hAnsi="Calibri"/>
              </w:rPr>
            </w:pPr>
          </w:p>
          <w:p w:rsidR="00A72915" w:rsidRPr="0015398A" w:rsidRDefault="00A72915" w:rsidP="00714AAC">
            <w:pPr>
              <w:rPr>
                <w:rFonts w:ascii="Calibri" w:hAnsi="Calibri"/>
                <w:i/>
              </w:rPr>
            </w:pPr>
          </w:p>
        </w:tc>
      </w:tr>
    </w:tbl>
    <w:p w:rsidR="00A72915" w:rsidRPr="005F7234" w:rsidRDefault="00A72915" w:rsidP="005F7234">
      <w:pPr>
        <w:rPr>
          <w:rFonts w:ascii="Calibri" w:hAnsi="Calibri"/>
          <w:sz w:val="14"/>
        </w:rPr>
      </w:pPr>
    </w:p>
    <w:sectPr w:rsidR="00A72915" w:rsidRPr="005F7234" w:rsidSect="00433636">
      <w:footerReference w:type="default" r:id="rId23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AC9" w:rsidRDefault="00C31AC9" w:rsidP="004A1C66">
      <w:r>
        <w:separator/>
      </w:r>
    </w:p>
  </w:endnote>
  <w:endnote w:type="continuationSeparator" w:id="0">
    <w:p w:rsidR="00C31AC9" w:rsidRDefault="00C31AC9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AC9" w:rsidRDefault="00C31AC9" w:rsidP="004A1C66">
      <w:r>
        <w:separator/>
      </w:r>
    </w:p>
  </w:footnote>
  <w:footnote w:type="continuationSeparator" w:id="0">
    <w:p w:rsidR="00C31AC9" w:rsidRDefault="00C31AC9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41D"/>
    <w:rsid w:val="000248E2"/>
    <w:rsid w:val="000602C9"/>
    <w:rsid w:val="00242D79"/>
    <w:rsid w:val="002F6EAC"/>
    <w:rsid w:val="003B785F"/>
    <w:rsid w:val="003F1DDF"/>
    <w:rsid w:val="00433636"/>
    <w:rsid w:val="004A1C66"/>
    <w:rsid w:val="004A48E1"/>
    <w:rsid w:val="004D05E9"/>
    <w:rsid w:val="005D2DF1"/>
    <w:rsid w:val="005E2943"/>
    <w:rsid w:val="005F7234"/>
    <w:rsid w:val="00657E23"/>
    <w:rsid w:val="00674044"/>
    <w:rsid w:val="006F5A5F"/>
    <w:rsid w:val="007E739E"/>
    <w:rsid w:val="008614F1"/>
    <w:rsid w:val="00906228"/>
    <w:rsid w:val="00A72915"/>
    <w:rsid w:val="00A7541D"/>
    <w:rsid w:val="00B53200"/>
    <w:rsid w:val="00C31AC9"/>
    <w:rsid w:val="00CE4705"/>
    <w:rsid w:val="00DD6332"/>
    <w:rsid w:val="00E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" type="connector" idref="#_x0000_s1037"/>
        <o:r id="V:Rule2" type="connector" idref="#_x0000_s1047"/>
        <o:r id="V:Rule3" type="connector" idref="#_x0000_s1036"/>
        <o:r id="V:Rule4" type="connector" idref="#_x0000_s1046"/>
        <o:r id="V:Rule5" type="connector" idref="#_x0000_s1034"/>
        <o:r id="V:Rule6" type="connector" idref="#_x0000_s1038"/>
        <o:r id="V:Rule7" type="connector" idref="#_x0000_s1035"/>
      </o:rules>
    </o:shapelayout>
  </w:shapeDefaults>
  <w:decimalSymbol w:val="."/>
  <w:listSeparator w:val=","/>
  <w15:docId w15:val="{D13C15B5-4F33-46A8-BEDE-ED487ACF4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oleObject" Target="embeddings/oleObject1.bin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q1%20(14-15)\wk04~sep%2015-19%20(foundations%20of%20geometry)\day%2016%20-%20sep%2016\HW16_LineSegments%20(temp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HW16_LineSegments (temp)</Template>
  <TotalTime>1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Tienou-Gustafson, Darrell</cp:lastModifiedBy>
  <cp:revision>2</cp:revision>
  <dcterms:created xsi:type="dcterms:W3CDTF">2014-09-15T21:42:00Z</dcterms:created>
  <dcterms:modified xsi:type="dcterms:W3CDTF">2014-09-15T21:42:00Z</dcterms:modified>
</cp:coreProperties>
</file>